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214" w:rsidRDefault="00302214" w:rsidP="00DD0475">
      <w:pPr>
        <w:pStyle w:val="TabTest"/>
        <w:tabs>
          <w:tab w:val="clear" w:pos="144"/>
          <w:tab w:val="clear" w:pos="288"/>
          <w:tab w:val="clear" w:pos="432"/>
          <w:tab w:val="left" w:pos="1440"/>
        </w:tabs>
      </w:pPr>
      <w:r>
        <w:tab/>
        <w:t>Tab</w:t>
      </w:r>
    </w:p>
    <w:p w:rsidR="00302214" w:rsidRDefault="00302214" w:rsidP="00DD0475">
      <w:pPr>
        <w:pStyle w:val="TabTest"/>
        <w:tabs>
          <w:tab w:val="clear" w:pos="144"/>
          <w:tab w:val="clear" w:pos="288"/>
          <w:tab w:val="left" w:pos="1440"/>
        </w:tabs>
      </w:pPr>
      <w:r>
        <w:t>Align tab`s.</w:t>
      </w:r>
      <w:r>
        <w:tab/>
        <w:t>Tab</w:t>
      </w:r>
    </w:p>
    <w:p w:rsidR="00302214" w:rsidRDefault="00302214" w:rsidP="00DD0475">
      <w:pPr>
        <w:pStyle w:val="TabTest"/>
        <w:spacing w:before="312"/>
      </w:pPr>
      <w:r>
        <w:t>The default style has 4 tabs defined, and the TabTest style has 3 tabs defined. The first paragraph should have one, and the second paragraph should have 2.</w:t>
      </w:r>
    </w:p>
    <w:p w:rsidR="00302214" w:rsidRDefault="00302214"/>
    <w:sectPr w:rsidR="00302214" w:rsidSect="0087087E">
      <w:pgSz w:w="8391" w:h="5953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C6B0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1B268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52423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3A0A3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B0A2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3EC9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EA2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2B6E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120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26A9D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087E"/>
    <w:rsid w:val="00302214"/>
    <w:rsid w:val="00763950"/>
    <w:rsid w:val="0087087E"/>
    <w:rsid w:val="00A22615"/>
    <w:rsid w:val="00DD0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87E"/>
    <w:pPr>
      <w:tabs>
        <w:tab w:val="left" w:pos="567"/>
        <w:tab w:val="left" w:pos="1701"/>
        <w:tab w:val="left" w:pos="2835"/>
        <w:tab w:val="left" w:pos="5669"/>
      </w:tabs>
    </w:pPr>
    <w:rPr>
      <w:kern w:val="2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87087E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7087E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2F0E"/>
    <w:rPr>
      <w:kern w:val="2"/>
      <w:sz w:val="24"/>
      <w:szCs w:val="24"/>
      <w:lang w:eastAsia="zh-CN"/>
    </w:rPr>
  </w:style>
  <w:style w:type="paragraph" w:styleId="List">
    <w:name w:val="List"/>
    <w:basedOn w:val="BodyText"/>
    <w:uiPriority w:val="99"/>
    <w:rsid w:val="0087087E"/>
  </w:style>
  <w:style w:type="paragraph" w:styleId="Caption">
    <w:name w:val="caption"/>
    <w:basedOn w:val="Normal"/>
    <w:uiPriority w:val="99"/>
    <w:qFormat/>
    <w:rsid w:val="0087087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87087E"/>
    <w:pPr>
      <w:suppressLineNumbers/>
    </w:pPr>
  </w:style>
  <w:style w:type="paragraph" w:customStyle="1" w:styleId="TabTest">
    <w:name w:val="TabTest"/>
    <w:basedOn w:val="Normal"/>
    <w:uiPriority w:val="99"/>
    <w:rsid w:val="00DD0475"/>
    <w:pPr>
      <w:tabs>
        <w:tab w:val="clear" w:pos="567"/>
        <w:tab w:val="clear" w:pos="1701"/>
        <w:tab w:val="clear" w:pos="2835"/>
        <w:tab w:val="clear" w:pos="5669"/>
        <w:tab w:val="left" w:pos="144"/>
        <w:tab w:val="left" w:pos="288"/>
        <w:tab w:val="left" w:pos="43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26</Words>
  <Characters>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JLAutoBuild</cp:lastModifiedBy>
  <cp:revision>2</cp:revision>
  <dcterms:created xsi:type="dcterms:W3CDTF">2018-07-11T08:31:00Z</dcterms:created>
  <dcterms:modified xsi:type="dcterms:W3CDTF">2018-07-11T08:31:00Z</dcterms:modified>
</cp:coreProperties>
</file>